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D6" w:rsidRPr="00CE0243" w:rsidRDefault="00DE75D6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9</w:t>
      </w:r>
      <w:bookmarkStart w:id="0" w:name="_GoBack"/>
      <w:bookmarkEnd w:id="0"/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DE75D6" w:rsidRPr="002A153B" w:rsidTr="002A153B">
        <w:trPr>
          <w:trHeight w:val="558"/>
        </w:trPr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2A153B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A153B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2A153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2A153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A153B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2A153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2A153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A153B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2A153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2A153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 xml:space="preserve">persuade 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 xml:space="preserve">physical 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 xml:space="preserve">prejudice 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 xml:space="preserve">privilege 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 xml:space="preserve">profession 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 xml:space="preserve">programme 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 xml:space="preserve">pronunciation 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>parliament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DE75D6" w:rsidRPr="002A153B" w:rsidTr="002A153B">
        <w:tc>
          <w:tcPr>
            <w:tcW w:w="3012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A153B">
              <w:rPr>
                <w:rFonts w:ascii="Segoe UI Light" w:hAnsi="Segoe UI Light" w:cs="Segoe UI Light"/>
                <w:sz w:val="36"/>
                <w:szCs w:val="36"/>
              </w:rPr>
              <w:t>queue</w:t>
            </w:r>
          </w:p>
        </w:tc>
        <w:tc>
          <w:tcPr>
            <w:tcW w:w="2703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75D6" w:rsidRPr="002A153B" w:rsidRDefault="00DE75D6" w:rsidP="002A15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DE75D6" w:rsidRPr="00F07B5A" w:rsidRDefault="00DE75D6">
      <w:pPr>
        <w:rPr>
          <w:rFonts w:ascii="Segoe UI Light" w:hAnsi="Segoe UI Light" w:cs="Segoe UI Light"/>
          <w:sz w:val="36"/>
          <w:szCs w:val="36"/>
        </w:rPr>
      </w:pPr>
    </w:p>
    <w:sectPr w:rsidR="00DE75D6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5D6" w:rsidRDefault="00DE75D6">
      <w:r>
        <w:separator/>
      </w:r>
    </w:p>
  </w:endnote>
  <w:endnote w:type="continuationSeparator" w:id="0">
    <w:p w:rsidR="00DE75D6" w:rsidRDefault="00DE7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5D6" w:rsidRDefault="00DE75D6" w:rsidP="00B744AA">
    <w:pPr>
      <w:pStyle w:val="Footer"/>
    </w:pPr>
    <w:r>
      <w:t>Swaffield Primary School 2014</w:t>
    </w:r>
  </w:p>
  <w:p w:rsidR="00DE75D6" w:rsidRDefault="00DE75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5D6" w:rsidRDefault="00DE75D6">
      <w:r>
        <w:separator/>
      </w:r>
    </w:p>
  </w:footnote>
  <w:footnote w:type="continuationSeparator" w:id="0">
    <w:p w:rsidR="00DE75D6" w:rsidRDefault="00DE7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80778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072ED"/>
    <w:rsid w:val="00231321"/>
    <w:rsid w:val="00235594"/>
    <w:rsid w:val="002428F5"/>
    <w:rsid w:val="00253CB0"/>
    <w:rsid w:val="00264121"/>
    <w:rsid w:val="00264602"/>
    <w:rsid w:val="002913D2"/>
    <w:rsid w:val="002A153B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3052C"/>
    <w:rsid w:val="0098616B"/>
    <w:rsid w:val="0099039F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90E61"/>
    <w:rsid w:val="00AB030A"/>
    <w:rsid w:val="00AC6E39"/>
    <w:rsid w:val="00AD60DA"/>
    <w:rsid w:val="00B31C91"/>
    <w:rsid w:val="00B47958"/>
    <w:rsid w:val="00B744AA"/>
    <w:rsid w:val="00B94746"/>
    <w:rsid w:val="00BF0827"/>
    <w:rsid w:val="00BF69D5"/>
    <w:rsid w:val="00C30F15"/>
    <w:rsid w:val="00C4327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E75D6"/>
    <w:rsid w:val="00DF59AD"/>
    <w:rsid w:val="00E036CD"/>
    <w:rsid w:val="00E04DBA"/>
    <w:rsid w:val="00E2191B"/>
    <w:rsid w:val="00E250F4"/>
    <w:rsid w:val="00E4661E"/>
    <w:rsid w:val="00E47374"/>
    <w:rsid w:val="00E56FCB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40C63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744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E46"/>
    <w:rPr>
      <w:lang w:eastAsia="en-US"/>
    </w:rPr>
  </w:style>
  <w:style w:type="paragraph" w:styleId="Footer">
    <w:name w:val="footer"/>
    <w:basedOn w:val="Normal"/>
    <w:link w:val="FooterChar"/>
    <w:uiPriority w:val="99"/>
    <w:rsid w:val="00B744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44AA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15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26</Words>
  <Characters>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2013-12-08T15:03:00Z</dcterms:created>
  <dcterms:modified xsi:type="dcterms:W3CDTF">2014-07-14T15:17:00Z</dcterms:modified>
</cp:coreProperties>
</file>